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7A913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bookmarkStart w:id="0" w:name="_GoBack"/>
      <w:bookmarkEnd w:id="0"/>
    </w:p>
    <w:p w14:paraId="0407A914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0407A915" w14:textId="28298FC8"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EF6DD5">
        <w:rPr>
          <w:szCs w:val="22"/>
        </w:rPr>
        <w:t>6</w:t>
      </w:r>
      <w:r w:rsidRPr="00D7122A">
        <w:rPr>
          <w:szCs w:val="22"/>
        </w:rPr>
        <w:t xml:space="preserve"> </w:t>
      </w:r>
      <w:r w:rsidR="00E8611C">
        <w:rPr>
          <w:lang w:eastAsia="cs-CZ"/>
        </w:rPr>
        <w:t>Výzvy k podání nabídky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14:paraId="0407A916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0407A917" w14:textId="77777777"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0407A918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7A5FD50C" w14:textId="77777777" w:rsidR="00457611" w:rsidRPr="00784EE4" w:rsidRDefault="00457611" w:rsidP="0045761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497D15A9" w14:textId="77777777" w:rsidR="00457611" w:rsidRPr="00784EE4" w:rsidRDefault="00457611" w:rsidP="0045761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BF6F43">
        <w:rPr>
          <w:rFonts w:eastAsia="Times New Roman" w:cs="Times New Roman"/>
          <w:highlight w:val="yellow"/>
          <w:lang w:eastAsia="cs-CZ"/>
        </w:rPr>
        <w:t>………….</w:t>
      </w:r>
    </w:p>
    <w:p w14:paraId="5EB4C83D" w14:textId="77777777" w:rsidR="00457611" w:rsidRPr="00784EE4" w:rsidRDefault="00457611" w:rsidP="0045761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BF6F43">
        <w:rPr>
          <w:rFonts w:eastAsia="Times New Roman" w:cs="Times New Roman"/>
          <w:highlight w:val="yellow"/>
          <w:lang w:eastAsia="cs-CZ"/>
        </w:rPr>
        <w:t>………….</w:t>
      </w:r>
    </w:p>
    <w:p w14:paraId="5872AFD0" w14:textId="77777777" w:rsidR="00457611" w:rsidRPr="00784EE4" w:rsidRDefault="00457611" w:rsidP="0045761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BF6F43">
        <w:rPr>
          <w:rFonts w:eastAsia="Times New Roman" w:cs="Times New Roman"/>
          <w:highlight w:val="yellow"/>
          <w:lang w:eastAsia="cs-CZ"/>
        </w:rPr>
        <w:t>………….</w:t>
      </w:r>
    </w:p>
    <w:p w14:paraId="42CFAEBB" w14:textId="77777777" w:rsidR="00457611" w:rsidRPr="00784EE4" w:rsidRDefault="00457611" w:rsidP="00457611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BF6F43">
        <w:rPr>
          <w:rFonts w:eastAsia="Times New Roman" w:cs="Times New Roman"/>
          <w:highlight w:val="yellow"/>
          <w:lang w:eastAsia="cs-CZ"/>
        </w:rPr>
        <w:t>………….</w:t>
      </w:r>
    </w:p>
    <w:p w14:paraId="0407A91E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0407A91F" w14:textId="4512E075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</w:t>
      </w:r>
      <w:r w:rsidRPr="00457611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1" w:name="_Toc403053768"/>
      <w:r w:rsidRPr="00457611">
        <w:rPr>
          <w:rFonts w:eastAsia="Times New Roman" w:cs="Times New Roman"/>
          <w:b/>
          <w:lang w:eastAsia="cs-CZ"/>
        </w:rPr>
        <w:t>„</w:t>
      </w:r>
      <w:bookmarkEnd w:id="1"/>
      <w:r w:rsidR="00457611" w:rsidRPr="00457611">
        <w:rPr>
          <w:rFonts w:eastAsia="Times New Roman" w:cs="Times New Roman"/>
          <w:b/>
          <w:lang w:eastAsia="cs-CZ"/>
        </w:rPr>
        <w:t xml:space="preserve">Doplnění kamerových systémů vybraných </w:t>
      </w:r>
      <w:r w:rsidR="00457611" w:rsidRPr="00390C1E">
        <w:rPr>
          <w:rFonts w:eastAsia="Times New Roman" w:cs="Times New Roman"/>
          <w:b/>
          <w:lang w:eastAsia="cs-CZ"/>
        </w:rPr>
        <w:t>železničních přejezdů o SW pro detekci dopravních přestupků a jejich předávání PČR</w:t>
      </w:r>
      <w:r w:rsidRPr="00390C1E">
        <w:rPr>
          <w:rFonts w:eastAsia="Times New Roman" w:cs="Times New Roman"/>
          <w:b/>
          <w:lang w:eastAsia="cs-CZ"/>
        </w:rPr>
        <w:t>“</w:t>
      </w:r>
      <w:r w:rsidRPr="00390C1E">
        <w:rPr>
          <w:rFonts w:eastAsia="Times New Roman" w:cs="Times New Roman"/>
          <w:lang w:eastAsia="cs-CZ"/>
        </w:rPr>
        <w:t xml:space="preserve">, </w:t>
      </w:r>
      <w:proofErr w:type="gramStart"/>
      <w:r w:rsidR="00457611" w:rsidRPr="00390C1E">
        <w:rPr>
          <w:rFonts w:eastAsia="Times New Roman" w:cs="Times New Roman"/>
          <w:lang w:eastAsia="cs-CZ"/>
        </w:rPr>
        <w:t>č.j.</w:t>
      </w:r>
      <w:proofErr w:type="gramEnd"/>
      <w:r w:rsidR="00457611" w:rsidRPr="00390C1E">
        <w:rPr>
          <w:rFonts w:eastAsia="Times New Roman" w:cs="Times New Roman"/>
          <w:lang w:eastAsia="cs-CZ"/>
        </w:rPr>
        <w:t xml:space="preserve"> </w:t>
      </w:r>
      <w:r w:rsidR="00390C1E" w:rsidRPr="00390C1E">
        <w:rPr>
          <w:rFonts w:eastAsia="Times New Roman" w:cs="Times New Roman"/>
          <w:lang w:eastAsia="cs-CZ"/>
        </w:rPr>
        <w:t>61559</w:t>
      </w:r>
      <w:r w:rsidR="00457611" w:rsidRPr="00390C1E">
        <w:rPr>
          <w:rFonts w:eastAsia="Times New Roman" w:cs="Times New Roman"/>
          <w:lang w:eastAsia="cs-CZ"/>
        </w:rPr>
        <w:t>/2019-SŽDC</w:t>
      </w:r>
      <w:r w:rsidR="00457611">
        <w:rPr>
          <w:rFonts w:eastAsia="Times New Roman" w:cs="Times New Roman"/>
          <w:lang w:eastAsia="cs-CZ"/>
        </w:rPr>
        <w:t>-GŘ-O8</w:t>
      </w:r>
      <w:r w:rsidRPr="00784EE4">
        <w:rPr>
          <w:rFonts w:eastAsia="Times New Roman" w:cs="Times New Roman"/>
          <w:lang w:eastAsia="cs-CZ"/>
        </w:rPr>
        <w:t>, tímto če</w:t>
      </w:r>
      <w:r w:rsidRPr="00457611">
        <w:rPr>
          <w:rFonts w:eastAsia="Times New Roman" w:cs="Times New Roman"/>
          <w:lang w:eastAsia="cs-CZ"/>
        </w:rPr>
        <w:t xml:space="preserve">stně prohlašuje, že </w:t>
      </w:r>
      <w:r w:rsidRPr="00457611">
        <w:rPr>
          <w:rFonts w:eastAsia="Calibri" w:cs="Times New Roman"/>
        </w:rPr>
        <w:t>údaje a další skutečnosti uvedené či jinak řádné označené v nabídce, respektive v </w:t>
      </w:r>
      <w:r w:rsidR="00457611" w:rsidRPr="00457611">
        <w:rPr>
          <w:rFonts w:eastAsia="Calibri" w:cs="Times New Roman"/>
        </w:rPr>
        <w:t>kupní smlouvě</w:t>
      </w:r>
      <w:r w:rsidRPr="00457611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</w:t>
      </w:r>
      <w:r w:rsidRPr="00784EE4">
        <w:rPr>
          <w:rFonts w:eastAsia="Calibri" w:cs="Times New Roman"/>
        </w:rPr>
        <w:t xml:space="preserve">). </w:t>
      </w:r>
    </w:p>
    <w:p w14:paraId="0407A920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0407A921" w14:textId="77777777"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407A922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0407A923" w14:textId="77777777"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0407A924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14:paraId="0407A925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407A926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407A927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407A928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407A929" w14:textId="77777777" w:rsidR="009F392E" w:rsidRPr="00784EE4" w:rsidRDefault="009F392E" w:rsidP="00E22C1B"/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2AAE3" w14:textId="77777777" w:rsidR="00617DBE" w:rsidRDefault="00617DBE" w:rsidP="00962258">
      <w:pPr>
        <w:spacing w:after="0" w:line="240" w:lineRule="auto"/>
      </w:pPr>
      <w:r>
        <w:separator/>
      </w:r>
    </w:p>
  </w:endnote>
  <w:endnote w:type="continuationSeparator" w:id="0">
    <w:p w14:paraId="24F7CA79" w14:textId="77777777" w:rsidR="00617DBE" w:rsidRDefault="00617D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407A93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7A93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E11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07A93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07A93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407A936" w14:textId="77777777" w:rsidR="00F1715C" w:rsidRDefault="00F1715C" w:rsidP="00D831A3">
          <w:pPr>
            <w:pStyle w:val="Zpat"/>
          </w:pPr>
        </w:p>
      </w:tc>
    </w:tr>
  </w:tbl>
  <w:p w14:paraId="0407A93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407A945" wp14:editId="0407A9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407A947" wp14:editId="0407A9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407A94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7A93B" w14:textId="77777777"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07A93C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407A93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07A93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407A93F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407A940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407A941" w14:textId="77777777" w:rsidR="00F1715C" w:rsidRDefault="00F1715C" w:rsidP="00460660">
          <w:pPr>
            <w:pStyle w:val="Zpat"/>
          </w:pPr>
        </w:p>
      </w:tc>
    </w:tr>
  </w:tbl>
  <w:p w14:paraId="0407A94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407A94B" wp14:editId="0407A94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407A94D" wp14:editId="0407A94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407A94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4B5E3" w14:textId="77777777" w:rsidR="00617DBE" w:rsidRDefault="00617DBE" w:rsidP="00962258">
      <w:pPr>
        <w:spacing w:after="0" w:line="240" w:lineRule="auto"/>
      </w:pPr>
      <w:r>
        <w:separator/>
      </w:r>
    </w:p>
  </w:footnote>
  <w:footnote w:type="continuationSeparator" w:id="0">
    <w:p w14:paraId="2F122C11" w14:textId="77777777" w:rsidR="00617DBE" w:rsidRDefault="00617D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407A93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407A92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7A92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7A930" w14:textId="77777777" w:rsidR="00F1715C" w:rsidRPr="00D6163D" w:rsidRDefault="00F1715C" w:rsidP="00D6163D">
          <w:pPr>
            <w:pStyle w:val="Druhdokumentu"/>
          </w:pPr>
        </w:p>
      </w:tc>
    </w:tr>
  </w:tbl>
  <w:p w14:paraId="0407A9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7A939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7A949" wp14:editId="0407A94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07A93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45D7"/>
    <w:rsid w:val="00207DF5"/>
    <w:rsid w:val="00280E07"/>
    <w:rsid w:val="00292FDB"/>
    <w:rsid w:val="002C31BF"/>
    <w:rsid w:val="002D08B1"/>
    <w:rsid w:val="002E0CD7"/>
    <w:rsid w:val="00341DCF"/>
    <w:rsid w:val="003501CA"/>
    <w:rsid w:val="00357BC6"/>
    <w:rsid w:val="00390C1E"/>
    <w:rsid w:val="0039556E"/>
    <w:rsid w:val="003956C6"/>
    <w:rsid w:val="00441430"/>
    <w:rsid w:val="00450F07"/>
    <w:rsid w:val="00453CD3"/>
    <w:rsid w:val="00457611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E11B6"/>
    <w:rsid w:val="005F1404"/>
    <w:rsid w:val="0061068E"/>
    <w:rsid w:val="00617DBE"/>
    <w:rsid w:val="00625DE8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D7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03FFC"/>
    <w:rsid w:val="00E22C1B"/>
    <w:rsid w:val="00E76091"/>
    <w:rsid w:val="00E8611C"/>
    <w:rsid w:val="00EB104F"/>
    <w:rsid w:val="00ED14BD"/>
    <w:rsid w:val="00EF26C1"/>
    <w:rsid w:val="00EF6DD5"/>
    <w:rsid w:val="00F0533E"/>
    <w:rsid w:val="00F1048D"/>
    <w:rsid w:val="00F12DEC"/>
    <w:rsid w:val="00F13E1D"/>
    <w:rsid w:val="00F1715C"/>
    <w:rsid w:val="00F2489F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7A91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2B8C-A321-4DEA-B182-11DB57AB2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9F111E-068C-4F03-B96B-C152DF74E3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A52304-3D5F-4DC3-9C9F-C38E18A7282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7D45262-97FD-48C9-83D4-37A0A0C71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</TotalTime>
  <Pages>1</Pages>
  <Words>353</Words>
  <Characters>2085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Zachová Tereza, Ing.</cp:lastModifiedBy>
  <cp:revision>5</cp:revision>
  <cp:lastPrinted>2019-11-18T09:48:00Z</cp:lastPrinted>
  <dcterms:created xsi:type="dcterms:W3CDTF">2019-10-10T12:54:00Z</dcterms:created>
  <dcterms:modified xsi:type="dcterms:W3CDTF">2019-11-18T09:48:00Z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